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A33" w:rsidRPr="00270A33" w:rsidRDefault="00B767C9" w:rsidP="009F5798">
      <w:pPr>
        <w:rPr>
          <w:rFonts w:cs="Arial"/>
          <w:i/>
          <w:iCs/>
          <w:szCs w:val="17"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page">
                  <wp:posOffset>572770</wp:posOffset>
                </wp:positionH>
                <wp:positionV relativeFrom="page">
                  <wp:posOffset>467995</wp:posOffset>
                </wp:positionV>
                <wp:extent cx="2253615" cy="554355"/>
                <wp:effectExtent l="1270" t="1270" r="2540" b="6350"/>
                <wp:wrapSquare wrapText="bothSides"/>
                <wp:docPr id="3" name="Skup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3615" cy="554355"/>
                          <a:chOff x="0" y="0"/>
                          <a:chExt cx="22523" cy="5544"/>
                        </a:xfrm>
                      </wpg:grpSpPr>
                      <wps:wsp>
                        <wps:cNvPr id="4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422" y="425"/>
                            <a:ext cx="5604" cy="1277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2339"/>
                            <a:ext cx="10975" cy="1277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954" y="4253"/>
                            <a:ext cx="4998" cy="1268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3827"/>
                            <a:ext cx="4974" cy="1717"/>
                          </a:xfrm>
                          <a:custGeom>
                            <a:avLst/>
                            <a:gdLst>
                              <a:gd name="T0" fmla="*/ 431061 w 1200"/>
                              <a:gd name="T1" fmla="*/ 69900 h 415"/>
                              <a:gd name="T2" fmla="*/ 445153 w 1200"/>
                              <a:gd name="T3" fmla="*/ 73208 h 415"/>
                              <a:gd name="T4" fmla="*/ 455515 w 1200"/>
                              <a:gd name="T5" fmla="*/ 82721 h 415"/>
                              <a:gd name="T6" fmla="*/ 461733 w 1200"/>
                              <a:gd name="T7" fmla="*/ 94302 h 415"/>
                              <a:gd name="T8" fmla="*/ 462976 w 1200"/>
                              <a:gd name="T9" fmla="*/ 108365 h 415"/>
                              <a:gd name="T10" fmla="*/ 459246 w 1200"/>
                              <a:gd name="T11" fmla="*/ 121601 h 415"/>
                              <a:gd name="T12" fmla="*/ 450956 w 1200"/>
                              <a:gd name="T13" fmla="*/ 132768 h 415"/>
                              <a:gd name="T14" fmla="*/ 438936 w 1200"/>
                              <a:gd name="T15" fmla="*/ 139386 h 415"/>
                              <a:gd name="T16" fmla="*/ 419041 w 1200"/>
                              <a:gd name="T17" fmla="*/ 141040 h 415"/>
                              <a:gd name="T18" fmla="*/ 447226 w 1200"/>
                              <a:gd name="T19" fmla="*/ 167097 h 415"/>
                              <a:gd name="T20" fmla="*/ 469608 w 1200"/>
                              <a:gd name="T21" fmla="*/ 157171 h 415"/>
                              <a:gd name="T22" fmla="*/ 486601 w 1200"/>
                              <a:gd name="T23" fmla="*/ 140213 h 415"/>
                              <a:gd name="T24" fmla="*/ 496549 w 1200"/>
                              <a:gd name="T25" fmla="*/ 117464 h 415"/>
                              <a:gd name="T26" fmla="*/ 496549 w 1200"/>
                              <a:gd name="T27" fmla="*/ 92234 h 415"/>
                              <a:gd name="T28" fmla="*/ 486601 w 1200"/>
                              <a:gd name="T29" fmla="*/ 69900 h 415"/>
                              <a:gd name="T30" fmla="*/ 469608 w 1200"/>
                              <a:gd name="T31" fmla="*/ 52115 h 415"/>
                              <a:gd name="T32" fmla="*/ 447226 w 1200"/>
                              <a:gd name="T33" fmla="*/ 42602 h 415"/>
                              <a:gd name="T34" fmla="*/ 385882 w 1200"/>
                              <a:gd name="T35" fmla="*/ 168752 h 415"/>
                              <a:gd name="T36" fmla="*/ 321223 w 1200"/>
                              <a:gd name="T37" fmla="*/ 121187 h 415"/>
                              <a:gd name="T38" fmla="*/ 325368 w 1200"/>
                              <a:gd name="T39" fmla="*/ 41361 h 415"/>
                              <a:gd name="T40" fmla="*/ 284334 w 1200"/>
                              <a:gd name="T41" fmla="*/ 146417 h 415"/>
                              <a:gd name="T42" fmla="*/ 212629 w 1200"/>
                              <a:gd name="T43" fmla="*/ 15303 h 415"/>
                              <a:gd name="T44" fmla="*/ 143825 w 1200"/>
                              <a:gd name="T45" fmla="*/ 15303 h 415"/>
                              <a:gd name="T46" fmla="*/ 179056 w 1200"/>
                              <a:gd name="T47" fmla="*/ 67004 h 415"/>
                              <a:gd name="T48" fmla="*/ 191076 w 1200"/>
                              <a:gd name="T49" fmla="*/ 72795 h 415"/>
                              <a:gd name="T50" fmla="*/ 194392 w 1200"/>
                              <a:gd name="T51" fmla="*/ 86030 h 415"/>
                              <a:gd name="T52" fmla="*/ 186102 w 1200"/>
                              <a:gd name="T53" fmla="*/ 96370 h 415"/>
                              <a:gd name="T54" fmla="*/ 168694 w 1200"/>
                              <a:gd name="T55" fmla="*/ 98439 h 415"/>
                              <a:gd name="T56" fmla="*/ 213873 w 1200"/>
                              <a:gd name="T57" fmla="*/ 111674 h 415"/>
                              <a:gd name="T58" fmla="*/ 224235 w 1200"/>
                              <a:gd name="T59" fmla="*/ 100093 h 415"/>
                              <a:gd name="T60" fmla="*/ 228794 w 1200"/>
                              <a:gd name="T61" fmla="*/ 84789 h 415"/>
                              <a:gd name="T62" fmla="*/ 227550 w 1200"/>
                              <a:gd name="T63" fmla="*/ 69072 h 415"/>
                              <a:gd name="T64" fmla="*/ 220504 w 1200"/>
                              <a:gd name="T65" fmla="*/ 55423 h 415"/>
                              <a:gd name="T66" fmla="*/ 208899 w 1200"/>
                              <a:gd name="T67" fmla="*/ 45497 h 415"/>
                              <a:gd name="T68" fmla="*/ 191905 w 1200"/>
                              <a:gd name="T69" fmla="*/ 41361 h 415"/>
                              <a:gd name="T70" fmla="*/ 168694 w 1200"/>
                              <a:gd name="T71" fmla="*/ 168752 h 415"/>
                              <a:gd name="T72" fmla="*/ 201024 w 1200"/>
                              <a:gd name="T73" fmla="*/ 116637 h 415"/>
                              <a:gd name="T74" fmla="*/ 55126 w 1200"/>
                              <a:gd name="T75" fmla="*/ 35157 h 415"/>
                              <a:gd name="T76" fmla="*/ 0 w 1200"/>
                              <a:gd name="T77" fmla="*/ 114983 h 415"/>
                              <a:gd name="T78" fmla="*/ 2072 w 1200"/>
                              <a:gd name="T79" fmla="*/ 137731 h 415"/>
                              <a:gd name="T80" fmla="*/ 9533 w 1200"/>
                              <a:gd name="T81" fmla="*/ 152621 h 415"/>
                              <a:gd name="T82" fmla="*/ 28185 w 1200"/>
                              <a:gd name="T83" fmla="*/ 166684 h 415"/>
                              <a:gd name="T84" fmla="*/ 55126 w 1200"/>
                              <a:gd name="T85" fmla="*/ 171647 h 415"/>
                              <a:gd name="T86" fmla="*/ 79580 w 1200"/>
                              <a:gd name="T87" fmla="*/ 167097 h 415"/>
                              <a:gd name="T88" fmla="*/ 98647 w 1200"/>
                              <a:gd name="T89" fmla="*/ 153862 h 415"/>
                              <a:gd name="T90" fmla="*/ 108594 w 1200"/>
                              <a:gd name="T91" fmla="*/ 137731 h 415"/>
                              <a:gd name="T92" fmla="*/ 111081 w 1200"/>
                              <a:gd name="T93" fmla="*/ 114983 h 415"/>
                              <a:gd name="T94" fmla="*/ 78337 w 1200"/>
                              <a:gd name="T95" fmla="*/ 118705 h 415"/>
                              <a:gd name="T96" fmla="*/ 73363 w 1200"/>
                              <a:gd name="T97" fmla="*/ 134836 h 415"/>
                              <a:gd name="T98" fmla="*/ 64245 w 1200"/>
                              <a:gd name="T99" fmla="*/ 141040 h 415"/>
                              <a:gd name="T100" fmla="*/ 52225 w 1200"/>
                              <a:gd name="T101" fmla="*/ 142281 h 415"/>
                              <a:gd name="T102" fmla="*/ 42692 w 1200"/>
                              <a:gd name="T103" fmla="*/ 138972 h 415"/>
                              <a:gd name="T104" fmla="*/ 34816 w 1200"/>
                              <a:gd name="T105" fmla="*/ 129045 h 415"/>
                              <a:gd name="T106" fmla="*/ 33159 w 1200"/>
                              <a:gd name="T107" fmla="*/ 41361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1913"/>
                            <a:ext cx="10934" cy="1725"/>
                          </a:xfrm>
                          <a:custGeom>
                            <a:avLst/>
                            <a:gdLst>
                              <a:gd name="T0" fmla="*/ 1012547 w 2637"/>
                              <a:gd name="T1" fmla="*/ 168745 h 416"/>
                              <a:gd name="T2" fmla="*/ 966523 w 2637"/>
                              <a:gd name="T3" fmla="*/ 41046 h 416"/>
                              <a:gd name="T4" fmla="*/ 888571 w 2637"/>
                              <a:gd name="T5" fmla="*/ 113602 h 416"/>
                              <a:gd name="T6" fmla="*/ 832594 w 2637"/>
                              <a:gd name="T7" fmla="*/ 44777 h 416"/>
                              <a:gd name="T8" fmla="*/ 782008 w 2637"/>
                              <a:gd name="T9" fmla="*/ 41875 h 416"/>
                              <a:gd name="T10" fmla="*/ 746349 w 2637"/>
                              <a:gd name="T11" fmla="*/ 67995 h 416"/>
                              <a:gd name="T12" fmla="*/ 735154 w 2637"/>
                              <a:gd name="T13" fmla="*/ 112358 h 416"/>
                              <a:gd name="T14" fmla="*/ 751740 w 2637"/>
                              <a:gd name="T15" fmla="*/ 150087 h 416"/>
                              <a:gd name="T16" fmla="*/ 795277 w 2637"/>
                              <a:gd name="T17" fmla="*/ 172061 h 416"/>
                              <a:gd name="T18" fmla="*/ 828863 w 2637"/>
                              <a:gd name="T19" fmla="*/ 130186 h 416"/>
                              <a:gd name="T20" fmla="*/ 803570 w 2637"/>
                              <a:gd name="T21" fmla="*/ 139722 h 416"/>
                              <a:gd name="T22" fmla="*/ 783252 w 2637"/>
                              <a:gd name="T23" fmla="*/ 133503 h 416"/>
                              <a:gd name="T24" fmla="*/ 769984 w 2637"/>
                              <a:gd name="T25" fmla="*/ 113602 h 416"/>
                              <a:gd name="T26" fmla="*/ 773301 w 2637"/>
                              <a:gd name="T27" fmla="*/ 88726 h 416"/>
                              <a:gd name="T28" fmla="*/ 789887 w 2637"/>
                              <a:gd name="T29" fmla="*/ 73385 h 416"/>
                              <a:gd name="T30" fmla="*/ 815594 w 2637"/>
                              <a:gd name="T31" fmla="*/ 72556 h 416"/>
                              <a:gd name="T32" fmla="*/ 716081 w 2637"/>
                              <a:gd name="T33" fmla="*/ 41046 h 416"/>
                              <a:gd name="T34" fmla="*/ 665080 w 2637"/>
                              <a:gd name="T35" fmla="*/ 41046 h 416"/>
                              <a:gd name="T36" fmla="*/ 563909 w 2637"/>
                              <a:gd name="T37" fmla="*/ 48509 h 416"/>
                              <a:gd name="T38" fmla="*/ 529079 w 2637"/>
                              <a:gd name="T39" fmla="*/ 38144 h 416"/>
                              <a:gd name="T40" fmla="*/ 498810 w 2637"/>
                              <a:gd name="T41" fmla="*/ 44777 h 416"/>
                              <a:gd name="T42" fmla="*/ 481810 w 2637"/>
                              <a:gd name="T43" fmla="*/ 67581 h 416"/>
                              <a:gd name="T44" fmla="*/ 483054 w 2637"/>
                              <a:gd name="T45" fmla="*/ 95774 h 416"/>
                              <a:gd name="T46" fmla="*/ 505444 w 2637"/>
                              <a:gd name="T47" fmla="*/ 114017 h 416"/>
                              <a:gd name="T48" fmla="*/ 533640 w 2637"/>
                              <a:gd name="T49" fmla="*/ 126869 h 416"/>
                              <a:gd name="T50" fmla="*/ 527835 w 2637"/>
                              <a:gd name="T51" fmla="*/ 141795 h 416"/>
                              <a:gd name="T52" fmla="*/ 504201 w 2637"/>
                              <a:gd name="T53" fmla="*/ 140966 h 416"/>
                              <a:gd name="T54" fmla="*/ 485542 w 2637"/>
                              <a:gd name="T55" fmla="*/ 164184 h 416"/>
                              <a:gd name="T56" fmla="*/ 524932 w 2637"/>
                              <a:gd name="T57" fmla="*/ 172061 h 416"/>
                              <a:gd name="T58" fmla="*/ 556445 w 2637"/>
                              <a:gd name="T59" fmla="*/ 160038 h 416"/>
                              <a:gd name="T60" fmla="*/ 569299 w 2637"/>
                              <a:gd name="T61" fmla="*/ 132259 h 416"/>
                              <a:gd name="T62" fmla="*/ 561835 w 2637"/>
                              <a:gd name="T63" fmla="*/ 104066 h 416"/>
                              <a:gd name="T64" fmla="*/ 529079 w 2637"/>
                              <a:gd name="T65" fmla="*/ 88311 h 416"/>
                              <a:gd name="T66" fmla="*/ 514981 w 2637"/>
                              <a:gd name="T67" fmla="*/ 76702 h 416"/>
                              <a:gd name="T68" fmla="*/ 526176 w 2637"/>
                              <a:gd name="T69" fmla="*/ 65922 h 416"/>
                              <a:gd name="T70" fmla="*/ 551055 w 2637"/>
                              <a:gd name="T71" fmla="*/ 74214 h 416"/>
                              <a:gd name="T72" fmla="*/ 374833 w 2637"/>
                              <a:gd name="T73" fmla="*/ 69239 h 416"/>
                              <a:gd name="T74" fmla="*/ 374833 w 2637"/>
                              <a:gd name="T75" fmla="*/ 168745 h 416"/>
                              <a:gd name="T76" fmla="*/ 284442 w 2637"/>
                              <a:gd name="T77" fmla="*/ 168745 h 416"/>
                              <a:gd name="T78" fmla="*/ 276149 w 2637"/>
                              <a:gd name="T79" fmla="*/ 146770 h 416"/>
                              <a:gd name="T80" fmla="*/ 130611 w 2637"/>
                              <a:gd name="T81" fmla="*/ 168745 h 416"/>
                              <a:gd name="T82" fmla="*/ 69245 w 2637"/>
                              <a:gd name="T83" fmla="*/ 40631 h 416"/>
                              <a:gd name="T84" fmla="*/ 34830 w 2637"/>
                              <a:gd name="T85" fmla="*/ 39802 h 416"/>
                              <a:gd name="T86" fmla="*/ 11610 w 2637"/>
                              <a:gd name="T87" fmla="*/ 56386 h 416"/>
                              <a:gd name="T88" fmla="*/ 4976 w 2637"/>
                              <a:gd name="T89" fmla="*/ 84994 h 416"/>
                              <a:gd name="T90" fmla="*/ 15342 w 2637"/>
                              <a:gd name="T91" fmla="*/ 106139 h 416"/>
                              <a:gd name="T92" fmla="*/ 52659 w 2637"/>
                              <a:gd name="T93" fmla="*/ 121894 h 416"/>
                              <a:gd name="T94" fmla="*/ 58464 w 2637"/>
                              <a:gd name="T95" fmla="*/ 136820 h 416"/>
                              <a:gd name="T96" fmla="*/ 39805 w 2637"/>
                              <a:gd name="T97" fmla="*/ 143868 h 416"/>
                              <a:gd name="T98" fmla="*/ 13683 w 2637"/>
                              <a:gd name="T99" fmla="*/ 131015 h 416"/>
                              <a:gd name="T100" fmla="*/ 32756 w 2637"/>
                              <a:gd name="T101" fmla="*/ 171232 h 416"/>
                              <a:gd name="T102" fmla="*/ 69245 w 2637"/>
                              <a:gd name="T103" fmla="*/ 167086 h 416"/>
                              <a:gd name="T104" fmla="*/ 90806 w 2637"/>
                              <a:gd name="T105" fmla="*/ 145941 h 416"/>
                              <a:gd name="T106" fmla="*/ 91220 w 2637"/>
                              <a:gd name="T107" fmla="*/ 111529 h 416"/>
                              <a:gd name="T108" fmla="*/ 76708 w 2637"/>
                              <a:gd name="T109" fmla="*/ 97018 h 416"/>
                              <a:gd name="T110" fmla="*/ 41049 w 2637"/>
                              <a:gd name="T111" fmla="*/ 82092 h 416"/>
                              <a:gd name="T112" fmla="*/ 43952 w 2637"/>
                              <a:gd name="T113" fmla="*/ 69239 h 416"/>
                              <a:gd name="T114" fmla="*/ 62610 w 2637"/>
                              <a:gd name="T115" fmla="*/ 67166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0"/>
                            <a:ext cx="5629" cy="1724"/>
                          </a:xfrm>
                          <a:custGeom>
                            <a:avLst/>
                            <a:gdLst>
                              <a:gd name="T0" fmla="*/ 531365 w 1358"/>
                              <a:gd name="T1" fmla="*/ 14926 h 416"/>
                              <a:gd name="T2" fmla="*/ 562866 w 1358"/>
                              <a:gd name="T3" fmla="*/ 41461 h 416"/>
                              <a:gd name="T4" fmla="*/ 481628 w 1358"/>
                              <a:gd name="T5" fmla="*/ 107798 h 416"/>
                              <a:gd name="T6" fmla="*/ 357698 w 1358"/>
                              <a:gd name="T7" fmla="*/ 168745 h 416"/>
                              <a:gd name="T8" fmla="*/ 438936 w 1358"/>
                              <a:gd name="T9" fmla="*/ 41461 h 416"/>
                              <a:gd name="T10" fmla="*/ 288894 w 1358"/>
                              <a:gd name="T11" fmla="*/ 44363 h 416"/>
                              <a:gd name="T12" fmla="*/ 263196 w 1358"/>
                              <a:gd name="T13" fmla="*/ 38144 h 416"/>
                              <a:gd name="T14" fmla="*/ 240399 w 1358"/>
                              <a:gd name="T15" fmla="*/ 41461 h 416"/>
                              <a:gd name="T16" fmla="*/ 224649 w 1358"/>
                              <a:gd name="T17" fmla="*/ 53070 h 416"/>
                              <a:gd name="T18" fmla="*/ 215945 w 1358"/>
                              <a:gd name="T19" fmla="*/ 72141 h 416"/>
                              <a:gd name="T20" fmla="*/ 216359 w 1358"/>
                              <a:gd name="T21" fmla="*/ 92872 h 416"/>
                              <a:gd name="T22" fmla="*/ 225064 w 1358"/>
                              <a:gd name="T23" fmla="*/ 106554 h 416"/>
                              <a:gd name="T24" fmla="*/ 254492 w 1358"/>
                              <a:gd name="T25" fmla="*/ 118992 h 416"/>
                              <a:gd name="T26" fmla="*/ 268584 w 1358"/>
                              <a:gd name="T27" fmla="*/ 126869 h 416"/>
                              <a:gd name="T28" fmla="*/ 266926 w 1358"/>
                              <a:gd name="T29" fmla="*/ 138893 h 416"/>
                              <a:gd name="T30" fmla="*/ 253248 w 1358"/>
                              <a:gd name="T31" fmla="*/ 144283 h 416"/>
                              <a:gd name="T32" fmla="*/ 235426 w 1358"/>
                              <a:gd name="T33" fmla="*/ 138893 h 416"/>
                              <a:gd name="T34" fmla="*/ 215116 w 1358"/>
                              <a:gd name="T35" fmla="*/ 161282 h 416"/>
                              <a:gd name="T36" fmla="*/ 242472 w 1358"/>
                              <a:gd name="T37" fmla="*/ 171647 h 416"/>
                              <a:gd name="T38" fmla="*/ 269828 w 1358"/>
                              <a:gd name="T39" fmla="*/ 170403 h 416"/>
                              <a:gd name="T40" fmla="*/ 290966 w 1358"/>
                              <a:gd name="T41" fmla="*/ 160038 h 416"/>
                              <a:gd name="T42" fmla="*/ 302157 w 1358"/>
                              <a:gd name="T43" fmla="*/ 142210 h 416"/>
                              <a:gd name="T44" fmla="*/ 302157 w 1358"/>
                              <a:gd name="T45" fmla="*/ 114017 h 416"/>
                              <a:gd name="T46" fmla="*/ 294696 w 1358"/>
                              <a:gd name="T47" fmla="*/ 102408 h 416"/>
                              <a:gd name="T48" fmla="*/ 272729 w 1358"/>
                              <a:gd name="T49" fmla="*/ 91628 h 416"/>
                              <a:gd name="T50" fmla="*/ 251590 w 1358"/>
                              <a:gd name="T51" fmla="*/ 82092 h 416"/>
                              <a:gd name="T52" fmla="*/ 250761 w 1358"/>
                              <a:gd name="T53" fmla="*/ 72141 h 416"/>
                              <a:gd name="T54" fmla="*/ 260709 w 1358"/>
                              <a:gd name="T55" fmla="*/ 65922 h 416"/>
                              <a:gd name="T56" fmla="*/ 274801 w 1358"/>
                              <a:gd name="T57" fmla="*/ 67581 h 416"/>
                              <a:gd name="T58" fmla="*/ 191905 w 1358"/>
                              <a:gd name="T59" fmla="*/ 41461 h 416"/>
                              <a:gd name="T60" fmla="*/ 152944 w 1358"/>
                              <a:gd name="T61" fmla="*/ 140966 h 416"/>
                              <a:gd name="T62" fmla="*/ 152944 w 1358"/>
                              <a:gd name="T63" fmla="*/ 69239 h 416"/>
                              <a:gd name="T64" fmla="*/ 87041 w 1358"/>
                              <a:gd name="T65" fmla="*/ 829 h 416"/>
                              <a:gd name="T66" fmla="*/ 89114 w 1358"/>
                              <a:gd name="T67" fmla="*/ 42290 h 416"/>
                              <a:gd name="T68" fmla="*/ 53468 w 1358"/>
                              <a:gd name="T69" fmla="*/ 39802 h 416"/>
                              <a:gd name="T70" fmla="*/ 24040 w 1358"/>
                              <a:gd name="T71" fmla="*/ 53899 h 416"/>
                              <a:gd name="T72" fmla="*/ 4974 w 1358"/>
                              <a:gd name="T73" fmla="*/ 79604 h 416"/>
                              <a:gd name="T74" fmla="*/ 0 w 1358"/>
                              <a:gd name="T75" fmla="*/ 112773 h 416"/>
                              <a:gd name="T76" fmla="*/ 9119 w 1358"/>
                              <a:gd name="T77" fmla="*/ 140966 h 416"/>
                              <a:gd name="T78" fmla="*/ 33573 w 1358"/>
                              <a:gd name="T79" fmla="*/ 163355 h 416"/>
                              <a:gd name="T80" fmla="*/ 67560 w 1358"/>
                              <a:gd name="T81" fmla="*/ 172476 h 416"/>
                              <a:gd name="T82" fmla="*/ 97403 w 1358"/>
                              <a:gd name="T83" fmla="*/ 126869 h 416"/>
                              <a:gd name="T84" fmla="*/ 80409 w 1358"/>
                              <a:gd name="T85" fmla="*/ 138478 h 416"/>
                              <a:gd name="T86" fmla="*/ 62587 w 1358"/>
                              <a:gd name="T87" fmla="*/ 139308 h 416"/>
                              <a:gd name="T88" fmla="*/ 48494 w 1358"/>
                              <a:gd name="T89" fmla="*/ 133918 h 416"/>
                              <a:gd name="T90" fmla="*/ 36889 w 1358"/>
                              <a:gd name="T91" fmla="*/ 121065 h 416"/>
                              <a:gd name="T92" fmla="*/ 34402 w 1358"/>
                              <a:gd name="T93" fmla="*/ 102408 h 416"/>
                              <a:gd name="T94" fmla="*/ 40205 w 1358"/>
                              <a:gd name="T95" fmla="*/ 85823 h 416"/>
                              <a:gd name="T96" fmla="*/ 52225 w 1358"/>
                              <a:gd name="T97" fmla="*/ 75044 h 416"/>
                              <a:gd name="T98" fmla="*/ 68389 w 1358"/>
                              <a:gd name="T99" fmla="*/ 70898 h 416"/>
                              <a:gd name="T100" fmla="*/ 88285 w 1358"/>
                              <a:gd name="T101" fmla="*/ 76287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Skupina 1" o:spid="_x0000_s1026" style="position:absolute;margin-left:45.1pt;margin-top:36.85pt;width:177.45pt;height:43.65pt;z-index:251660288;mso-position-horizontal-relative:page;mso-position-vertical-relative:page;mso-width-relative:margin;mso-height-relative:margin" coordsize="22523,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">
                <v:rect id="Rectangle 9" o:spid="_x0000_s1027" style="position:absolute;left:5422;top:425;width:5604;height:1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Be4cMA&#10;AADaAAAADwAAAGRycy9kb3ducmV2LnhtbESPQWvCQBSE7wX/w/IKvdVNpUhIXUXFQmkPxeilt0f2&#10;mQR338bdbUz+fVcoeBxm5htmsRqsET350DpW8DLNQBBXTrdcKzge3p9zECEiazSOScFIAVbLycMC&#10;C+2uvKe+jLVIEA4FKmhi7AopQ9WQxTB1HXHyTs5bjEn6WmqP1wS3Rs6ybC4ttpwWGuxo21B1Ln+t&#10;Auc4bA5mO6L/+jnGz0vWf+c7pZ4eh/UbiEhDvIf/2x9awSvcrqQb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Be4cMAAADaAAAADwAAAAAAAAAAAAAAAACYAgAAZHJzL2Rv&#10;d25yZXYueG1sUEsFBgAAAAAEAAQA9QAAAIgDAAAAAA==&#10;" fillcolor="#747678" stroked="f">
                  <o:lock v:ext="edit" aspectratio="t"/>
                </v:rect>
                <v:rect id="Rectangle 10" o:spid="_x0000_s1028" style="position:absolute;top:2339;width:10975;height:1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z7esMA&#10;AADaAAAADwAAAGRycy9kb3ducmV2LnhtbESPQWvCQBSE7wX/w/IKvdVNhUpIXUXFQmkPxeilt0f2&#10;mQR338bdbUz+fVcoeBxm5htmsRqsET350DpW8DLNQBBXTrdcKzge3p9zECEiazSOScFIAVbLycMC&#10;C+2uvKe+jLVIEA4FKmhi7AopQ9WQxTB1HXHyTs5bjEn6WmqP1wS3Rs6ybC4ttpwWGuxo21B1Ln+t&#10;Auc4bA5mO6L/+jnGz0vWf+c7pZ4eh/UbiEhDvIf/2x9awSvcrqQb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Vz7esMAAADaAAAADwAAAAAAAAAAAAAAAACYAgAAZHJzL2Rv&#10;d25yZXYueG1sUEsFBgAAAAAEAAQA9QAAAIgDAAAAAA==&#10;" fillcolor="#747678" stroked="f">
                  <o:lock v:ext="edit" aspectratio="t"/>
                </v:rect>
                <v:rect id="Rectangle 11" o:spid="_x0000_s1029" style="position:absolute;left:5954;top:4253;width:4998;height:12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5lDcEA&#10;AADaAAAADwAAAGRycy9kb3ducmV2LnhtbESPQYvCMBSE74L/ITxhb5rqQaSaFpVdEPcgq168PZpn&#10;W2xeahJr/fdmYWGPw8x8w6zy3jSiI+drywqmkwQEcWF1zaWC8+lrvADhA7LGxjIpeJGHPBsOVphq&#10;++Qf6o6hFBHCPkUFVQhtKqUvKjLoJ7Yljt7VOoMhSldK7fAZ4aaRsySZS4M1x4UKW9pWVNyOD6PA&#10;WvabU7N9ofu+nMP+nnSHxadSH6N+vQQRqA//4b/2TiuYw++VeANk9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OZQ3BAAAA2gAAAA8AAAAAAAAAAAAAAAAAmAIAAGRycy9kb3du&#10;cmV2LnhtbFBLBQYAAAAABAAEAPUAAACGAwAAAAA=&#10;" fillcolor="#747678" stroked="f">
                  <o:lock v:ext="edit" aspectratio="t"/>
                </v:rect>
                <v:shape id="Freeform 12" o:spid="_x0000_s1030" style="position:absolute;left:11589;top:3827;width:4974;height:1717;visibility:visible;mso-wrap-style:square;v-text-anchor:top" coordsize="1200,4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i8QcIA&#10;AADaAAAADwAAAGRycy9kb3ducmV2LnhtbESPT4vCMBTE74LfITzBm031oNI1igiCl0X8797eNm+b&#10;YvNSmqx2v/1GEDwOM/MbZrZobSXu1PjSsYJhkoIgzp0uuVBwPKwHUxA+IGusHJOCP/KwmHc7M8y0&#10;e/CO7vtQiAhhn6ECE0KdSelzQxZ94mri6P24xmKIsimkbvAR4baSozQdS4slxwWDNa0M5bf9r1Xw&#10;+X1Otxd52gWXT8xX6dfFdVsp1e+1yw8QgdrwDr/aG61gAs8r8QbI+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uLxBwgAAANoAAAAPAAAAAAAAAAAAAAAAAJgCAABkcnMvZG93&#10;bnJldi54bWxQSwUGAAAAAAQABAD1AAAAhwMAAAAA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    <v:path arrowok="t" o:connecttype="custom" o:connectlocs="1786748,289201;1845159,302887;1888110,342246;1913883,390160;1919036,448344;1903575,503106;1869213,549308;1819390,576689;1736925,583532;1853752,691339;1946525,650271;2016961,580110;2058196,485990;2058196,381604;2016961,289201;1946525,215618;1853752,176259;1599481,698186;1331469,501393;1348650,171125;1178564,605778;881347,63314;596155,63314;742187,277219;792010,301178;805755,355936;771393,398716;699237,407277;886504,462034;929454,414120;948351,350802;943195,285775;913989,229304;865886,188237;795446,171125;699237,698186;833244,482568;228497,145457;0,475725;8588,569841;39514,631446;116827,689630;228497,710164;329859,691339;408892,636581;450122,569841;460431,475725;324707,491124;304090,557864;266296,583532;216473,588666;176958,574976;144312,533904;137444,1711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1589;top:1913;width:10934;height:1725;visibility:visible;mso-wrap-style:square;v-text-anchor:top" coordsize="2637,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5LVr4A&#10;AADaAAAADwAAAGRycy9kb3ducmV2LnhtbERPy4rCMBTdC/MP4Q7MTtMRlFKNIjOosxMfuL4m17TY&#10;3HSaqPXvzUJweTjv6bxztbhRGyrPCr4HGQhi7U3FVsFhv+znIEJENlh7JgUPCjCfffSmWBh/5y3d&#10;dtGKFMKhQAVljE0hZdAlOQwD3xAn7uxbhzHB1krT4j2Fu1oOs2wsHVacGkps6KckfdldnYImX/8/&#10;VutjPd7YzWn5a/VI61ypr89uMQERqYtv8cv9ZxSkrelKugFy9g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kOS1a+AAAA2gAAAA8AAAAAAAAAAAAAAAAAmAIAAGRycy9kb3ducmV2&#10;LnhtbFBLBQYAAAAABAAEAPUAAACDAwAAAAA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    <v:path arrowok="t" o:connecttype="custom" o:connectlocs="4198403,699724;4007570,170203;3684352,471066;3452250,185674;3242501,173640;3094645,281950;3048227,465908;3116999,622356;3297519,713474;3436780,539834;3331905,579376;3247659,553588;3192645,471066;3206399,367914;3275170,304301;3381761,300863;2969143,170203;2757673,170203;2338180,201149;2193762,158169;2068255,185674;1997767,280234;2002925,397140;2095762,472787;2212673,526079;2188604,587972;2090608,584534;2013241,680811;2176567,713474;2307232,663619;2360529,548430;2329581,431524;2193762,366193;2135306,318055;2181725,273354;2284883,307738;1554199,287109;1554199,699724;1179404,699724;1145018,608602;541563,699724;287116,168482;144418,165044;48139,233812;20632,352439;63614,440120;218344,505450;242414,567343;165047,596568;56735,543271;135819,710037;287116,692845;376516,605164;378233,462470;318060,402298;170205,340406;182242,287109;259605,278513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1589;width:5629;height:1724;visibility:visible;mso-wrap-style:square;v-text-anchor:top" coordsize="1358,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8QhsEA&#10;AADaAAAADwAAAGRycy9kb3ducmV2LnhtbESPQYvCMBSE74L/ITzBm031oG7XKCIIC4uCdff+aJ5p&#10;sXkpTbTVX28WFjwOM/MNs9r0thZ3an3lWME0SUEQF05XbBT8nPeTJQgfkDXWjknBgzxs1sPBCjPt&#10;Oj7RPQ9GRAj7DBWUITSZlL4oyaJPXEMcvYtrLYYoWyN1i12E21rO0nQuLVYcF0psaFdScc1vVsGi&#10;O32H46G64EL/6tQcTP7Mt0qNR/32E0SgPrzD/+0vreAD/q7EGyD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GfEIbBAAAA2gAAAA8AAAAAAAAAAAAAAAAAmAIAAGRycy9kb3du&#10;cmV2LnhtbFBLBQYAAAAABAAEAPUAAACGAwAAAAA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    <v:path arrowok="t" o:connecttype="custom" o:connectlocs="2202543,61857;2333117,171824;1996380,446740;1482682,699318;1819419,171824;1197485,183851;1090965,158078;996470,171824;931185,219934;895106,298969;896822,384883;932905,441584;1054886,493130;1113298,525774;1106426,575605;1049730,597942;975856,575605;891670,668390;1005063,711345;1118455,706189;1206073,663234;1252461,589351;1252461,472513;1221534,424402;1130480,379728;1042857,340208;1039421,298969;1080656,273196;1139068,280071;795459,171824;633963,584196;633963,286942;360791,3436;369383,175260;221628,164949;99647,223370;20618,329897;0,467357;37799,584196;139162,676981;280041,714780;403742,525774;333301,573885;259427,577325;201011,554987;152907,501721;142599,424402;166652,355670;216476,311000;283477,293818;365947,316151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8173085</wp:posOffset>
                </wp:positionV>
                <wp:extent cx="5130165" cy="925195"/>
                <wp:effectExtent l="635" t="635" r="3175" b="0"/>
                <wp:wrapNone/>
                <wp:docPr id="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4876" w:rsidRPr="006C5577" w:rsidRDefault="00284876" w:rsidP="00C8621D">
                            <w:pPr>
                              <w:pStyle w:val="TL-Identifikace-dole"/>
                            </w:pPr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8C34CA">
                              <w:rPr>
                                <w:i/>
                              </w:rPr>
                              <w:t xml:space="preserve"> by</w:t>
                            </w:r>
                            <w:r>
                              <w:t xml:space="preserve">: Odbor statistiky obyvatelstva / </w:t>
                            </w:r>
                            <w:proofErr w:type="spellStart"/>
                            <w:r w:rsidRPr="00AE7163">
                              <w:rPr>
                                <w:i/>
                              </w:rPr>
                              <w:t>Population</w:t>
                            </w:r>
                            <w:proofErr w:type="spellEnd"/>
                            <w:r w:rsidRPr="00AE7163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AE7163">
                              <w:rPr>
                                <w:i/>
                              </w:rPr>
                              <w:t>Statistics</w:t>
                            </w:r>
                            <w:proofErr w:type="spellEnd"/>
                            <w:r w:rsidRPr="00AE7163">
                              <w:rPr>
                                <w:i/>
                              </w:rPr>
                              <w:t xml:space="preserve"> Department</w:t>
                            </w:r>
                          </w:p>
                          <w:p w:rsidR="00284876" w:rsidRPr="006C5577" w:rsidRDefault="00284876" w:rsidP="00C8621D">
                            <w:pPr>
                              <w:pStyle w:val="TL-Identifikace-dole"/>
                            </w:pPr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>
                              <w:t xml:space="preserve">: </w:t>
                            </w:r>
                            <w:r w:rsidR="00C02B34">
                              <w:t>Mgr. Robert Šanda</w:t>
                            </w:r>
                          </w:p>
                          <w:p w:rsidR="00284876" w:rsidRPr="006C5577" w:rsidRDefault="00284876" w:rsidP="00C02B34">
                            <w:pPr>
                              <w:pStyle w:val="TL-Identifikace-dole"/>
                            </w:pPr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8C34CA">
                              <w:rPr>
                                <w:i/>
                              </w:rPr>
                              <w:t xml:space="preserve"> person</w:t>
                            </w:r>
                            <w:r>
                              <w:t xml:space="preserve">: Mgr. Michaela Němečková, </w:t>
                            </w:r>
                            <w:r w:rsidR="00C02B34">
                              <w:br/>
                            </w:r>
                            <w:r>
                              <w:t>e-mail: michaela.nemeckova</w:t>
                            </w:r>
                            <w:r w:rsidRPr="006C5577">
                              <w:t>@czso.cz</w:t>
                            </w:r>
                          </w:p>
                          <w:p w:rsidR="00284876" w:rsidRDefault="00284876"/>
                          <w:p w:rsidR="00284876" w:rsidRPr="006C5577" w:rsidRDefault="00284876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:rsidR="00284876" w:rsidRPr="006C5577" w:rsidRDefault="00284876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 w:rsidRPr="006C5577">
                              <w:t>: Jméno Příjmení</w:t>
                            </w:r>
                          </w:p>
                          <w:p w:rsidR="00284876" w:rsidRPr="006C5577" w:rsidRDefault="00284876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34.3pt;margin-top:643.55pt;width:403.95pt;height:72.8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" filled="f" stroked="f">
                <v:textbox inset="0,0,0,0">
                  <w:txbxContent>
                    <w:p w:rsidR="00284876" w:rsidRPr="006C5577" w:rsidRDefault="00284876" w:rsidP="00C8621D">
                      <w:pPr>
                        <w:pStyle w:val="TL-Identifikace-dole"/>
                      </w:pPr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proofErr w:type="spellStart"/>
                      <w:r w:rsidRPr="008C34CA">
                        <w:rPr>
                          <w:i/>
                        </w:rPr>
                        <w:t>Prepared</w:t>
                      </w:r>
                      <w:proofErr w:type="spellEnd"/>
                      <w:r w:rsidRPr="008C34CA">
                        <w:rPr>
                          <w:i/>
                        </w:rPr>
                        <w:t xml:space="preserve"> by</w:t>
                      </w:r>
                      <w:r>
                        <w:t xml:space="preserve">: Odbor statistiky obyvatelstva / </w:t>
                      </w:r>
                      <w:proofErr w:type="spellStart"/>
                      <w:r w:rsidRPr="00AE7163">
                        <w:rPr>
                          <w:i/>
                        </w:rPr>
                        <w:t>Population</w:t>
                      </w:r>
                      <w:proofErr w:type="spellEnd"/>
                      <w:r w:rsidRPr="00AE7163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AE7163">
                        <w:rPr>
                          <w:i/>
                        </w:rPr>
                        <w:t>Statistics</w:t>
                      </w:r>
                      <w:proofErr w:type="spellEnd"/>
                      <w:r w:rsidRPr="00AE7163">
                        <w:rPr>
                          <w:i/>
                        </w:rPr>
                        <w:t xml:space="preserve"> Department</w:t>
                      </w:r>
                    </w:p>
                    <w:p w:rsidR="00284876" w:rsidRPr="006C5577" w:rsidRDefault="00284876" w:rsidP="00C8621D">
                      <w:pPr>
                        <w:pStyle w:val="TL-Identifikace-dole"/>
                      </w:pPr>
                      <w:r w:rsidRPr="006C5577">
                        <w:t>Ředitel odboru</w:t>
                      </w:r>
                      <w:r>
                        <w:t xml:space="preserve"> / </w:t>
                      </w:r>
                      <w:proofErr w:type="spellStart"/>
                      <w:r w:rsidRPr="008C34CA">
                        <w:rPr>
                          <w:i/>
                        </w:rPr>
                        <w:t>Director</w:t>
                      </w:r>
                      <w:proofErr w:type="spellEnd"/>
                      <w:r>
                        <w:t xml:space="preserve">: </w:t>
                      </w:r>
                      <w:r w:rsidR="00C02B34">
                        <w:t>Mgr. Robert Šanda</w:t>
                      </w:r>
                    </w:p>
                    <w:p w:rsidR="00284876" w:rsidRPr="006C5577" w:rsidRDefault="00284876" w:rsidP="00C02B34">
                      <w:pPr>
                        <w:pStyle w:val="TL-Identifikace-dole"/>
                      </w:pPr>
                      <w:r w:rsidRPr="006C5577">
                        <w:t>Kontaktní osoba</w:t>
                      </w:r>
                      <w:r>
                        <w:t xml:space="preserve"> / </w:t>
                      </w:r>
                      <w:proofErr w:type="spellStart"/>
                      <w:r w:rsidRPr="008C34CA">
                        <w:rPr>
                          <w:i/>
                        </w:rPr>
                        <w:t>Contact</w:t>
                      </w:r>
                      <w:proofErr w:type="spellEnd"/>
                      <w:r w:rsidRPr="008C34CA">
                        <w:rPr>
                          <w:i/>
                        </w:rPr>
                        <w:t xml:space="preserve"> person</w:t>
                      </w:r>
                      <w:r>
                        <w:t xml:space="preserve">: Mgr. Michaela Němečková, </w:t>
                      </w:r>
                      <w:r w:rsidR="00C02B34">
                        <w:br/>
                      </w:r>
                      <w:r>
                        <w:t>e-mail: michaela.nemeckova</w:t>
                      </w:r>
                      <w:r w:rsidRPr="006C5577">
                        <w:t>@czso.cz</w:t>
                      </w:r>
                    </w:p>
                    <w:p w:rsidR="00284876" w:rsidRDefault="00284876"/>
                    <w:p w:rsidR="00284876" w:rsidRPr="006C5577" w:rsidRDefault="00284876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Prepared</w:t>
                      </w:r>
                      <w:proofErr w:type="spellEnd"/>
                      <w:r w:rsidRPr="009A1902">
                        <w:rPr>
                          <w:i/>
                        </w:rPr>
                        <w:t xml:space="preserve">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:rsidR="00284876" w:rsidRPr="006C5577" w:rsidRDefault="00284876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Director</w:t>
                      </w:r>
                      <w:proofErr w:type="spellEnd"/>
                      <w:r w:rsidRPr="006C5577">
                        <w:t>: Jméno Příjmení</w:t>
                      </w:r>
                    </w:p>
                    <w:p w:rsidR="00284876" w:rsidRPr="006C5577" w:rsidRDefault="00284876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Contact</w:t>
                      </w:r>
                      <w:proofErr w:type="spellEnd"/>
                      <w:r w:rsidRPr="009A1902">
                        <w:rPr>
                          <w:i/>
                        </w:rPr>
                        <w:t xml:space="preserve">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349375"/>
                <wp:effectExtent l="0" t="0" r="13970" b="3175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349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4876" w:rsidRPr="00575657" w:rsidRDefault="00284876" w:rsidP="00C8621D">
                            <w:pPr>
                              <w:pStyle w:val="TL-identifikace-sted"/>
                            </w:pPr>
                            <w:r>
                              <w:t>Obyvatelstvo</w:t>
                            </w:r>
                            <w:r w:rsidRPr="00575657">
                              <w:t xml:space="preserve">/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Population</w:t>
                            </w:r>
                            <w:proofErr w:type="spellEnd"/>
                          </w:p>
                          <w:p w:rsidR="00284876" w:rsidRPr="00575657" w:rsidRDefault="00284876" w:rsidP="00C8621D">
                            <w:pPr>
                              <w:pStyle w:val="TL-identifikace-sted"/>
                            </w:pPr>
                            <w:r>
                              <w:t>Praha, 30. května 201</w:t>
                            </w:r>
                            <w:r w:rsidR="00C02B34">
                              <w:t>8</w:t>
                            </w:r>
                            <w:r w:rsidRPr="00575657">
                              <w:t xml:space="preserve"> / </w:t>
                            </w:r>
                            <w:r>
                              <w:rPr>
                                <w:i/>
                              </w:rPr>
                              <w:t>Prague, 30 May 201</w:t>
                            </w:r>
                            <w:r w:rsidR="00C02B34">
                              <w:rPr>
                                <w:i/>
                              </w:rPr>
                              <w:t>8</w:t>
                            </w:r>
                          </w:p>
                          <w:p w:rsidR="00284876" w:rsidRPr="00575657" w:rsidRDefault="00284876" w:rsidP="00C8621D">
                            <w:pPr>
                              <w:pStyle w:val="TL-identifikace-sted"/>
                            </w:pPr>
                            <w:r w:rsidRPr="00575657">
                              <w:t xml:space="preserve">Kód publikace /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Publication</w:t>
                            </w:r>
                            <w:proofErr w:type="spellEnd"/>
                            <w:r w:rsidRPr="008C34CA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Code</w:t>
                            </w:r>
                            <w:proofErr w:type="spellEnd"/>
                            <w:r>
                              <w:t>: 130063-1</w:t>
                            </w:r>
                            <w:r w:rsidR="00C02B34">
                              <w:t>8</w:t>
                            </w:r>
                          </w:p>
                          <w:p w:rsidR="00284876" w:rsidRPr="00674175" w:rsidRDefault="00284876" w:rsidP="00C8621D">
                            <w:pPr>
                              <w:spacing w:after="200"/>
                              <w:rPr>
                                <w:sz w:val="24"/>
                              </w:rPr>
                            </w:pPr>
                            <w:r w:rsidRPr="00575657">
                              <w:rPr>
                                <w:sz w:val="24"/>
                              </w:rPr>
                              <w:t xml:space="preserve">Č. j. / </w:t>
                            </w:r>
                            <w:proofErr w:type="spellStart"/>
                            <w:r w:rsidRPr="008C34CA">
                              <w:rPr>
                                <w:i/>
                                <w:sz w:val="24"/>
                              </w:rPr>
                              <w:t>Ref</w:t>
                            </w:r>
                            <w:proofErr w:type="spellEnd"/>
                            <w:r w:rsidRPr="008C34CA">
                              <w:rPr>
                                <w:i/>
                                <w:sz w:val="24"/>
                              </w:rPr>
                              <w:t>. No</w:t>
                            </w:r>
                            <w:r w:rsidRPr="004B7927">
                              <w:rPr>
                                <w:i/>
                                <w:sz w:val="24"/>
                              </w:rPr>
                              <w:t>.</w:t>
                            </w:r>
                            <w:r w:rsidRPr="004B7927">
                              <w:rPr>
                                <w:sz w:val="24"/>
                              </w:rPr>
                              <w:t xml:space="preserve">: </w:t>
                            </w:r>
                            <w:r w:rsidR="00674175">
                              <w:rPr>
                                <w:sz w:val="24"/>
                              </w:rPr>
                              <w:t>CSU – 01528/2018 - 61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7" type="#_x0000_t202" style="position:absolute;margin-left:134.65pt;margin-top:368.55pt;width:403.9pt;height:106.2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" filled="f" stroked="f">
                <v:textbox style="mso-fit-shape-to-text:t" inset="0,0,0,0">
                  <w:txbxContent>
                    <w:p w:rsidR="00284876" w:rsidRPr="00575657" w:rsidRDefault="00284876" w:rsidP="00C8621D">
                      <w:pPr>
                        <w:pStyle w:val="TL-identifikace-sted"/>
                      </w:pPr>
                      <w:r>
                        <w:t>Obyvatelstvo</w:t>
                      </w:r>
                      <w:r w:rsidRPr="00575657">
                        <w:t xml:space="preserve">/ </w:t>
                      </w:r>
                      <w:proofErr w:type="spellStart"/>
                      <w:r>
                        <w:rPr>
                          <w:i/>
                        </w:rPr>
                        <w:t>Population</w:t>
                      </w:r>
                      <w:proofErr w:type="spellEnd"/>
                    </w:p>
                    <w:p w:rsidR="00284876" w:rsidRPr="00575657" w:rsidRDefault="00284876" w:rsidP="00C8621D">
                      <w:pPr>
                        <w:pStyle w:val="TL-identifikace-sted"/>
                      </w:pPr>
                      <w:r>
                        <w:t>Praha, 30. května 201</w:t>
                      </w:r>
                      <w:r w:rsidR="00C02B34">
                        <w:t>8</w:t>
                      </w:r>
                      <w:r w:rsidRPr="00575657">
                        <w:t xml:space="preserve"> / </w:t>
                      </w:r>
                      <w:r>
                        <w:rPr>
                          <w:i/>
                        </w:rPr>
                        <w:t>Prague, 30 May 201</w:t>
                      </w:r>
                      <w:r w:rsidR="00C02B34">
                        <w:rPr>
                          <w:i/>
                        </w:rPr>
                        <w:t>8</w:t>
                      </w:r>
                    </w:p>
                    <w:p w:rsidR="00284876" w:rsidRPr="00575657" w:rsidRDefault="00284876" w:rsidP="00C8621D">
                      <w:pPr>
                        <w:pStyle w:val="TL-identifikace-sted"/>
                      </w:pPr>
                      <w:r w:rsidRPr="00575657">
                        <w:t xml:space="preserve">Kód publikace / </w:t>
                      </w:r>
                      <w:proofErr w:type="spellStart"/>
                      <w:r w:rsidRPr="008C34CA">
                        <w:rPr>
                          <w:i/>
                        </w:rPr>
                        <w:t>Publication</w:t>
                      </w:r>
                      <w:proofErr w:type="spellEnd"/>
                      <w:r w:rsidRPr="008C34CA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8C34CA">
                        <w:rPr>
                          <w:i/>
                        </w:rPr>
                        <w:t>Code</w:t>
                      </w:r>
                      <w:proofErr w:type="spellEnd"/>
                      <w:r>
                        <w:t>: 130063-1</w:t>
                      </w:r>
                      <w:r w:rsidR="00C02B34">
                        <w:t>8</w:t>
                      </w:r>
                    </w:p>
                    <w:p w:rsidR="00284876" w:rsidRPr="00674175" w:rsidRDefault="00284876" w:rsidP="00C8621D">
                      <w:pPr>
                        <w:spacing w:after="200"/>
                        <w:rPr>
                          <w:sz w:val="24"/>
                        </w:rPr>
                      </w:pPr>
                      <w:r w:rsidRPr="00575657">
                        <w:rPr>
                          <w:sz w:val="24"/>
                        </w:rPr>
                        <w:t xml:space="preserve">Č. j. / </w:t>
                      </w:r>
                      <w:proofErr w:type="spellStart"/>
                      <w:r w:rsidRPr="008C34CA">
                        <w:rPr>
                          <w:i/>
                          <w:sz w:val="24"/>
                        </w:rPr>
                        <w:t>Ref</w:t>
                      </w:r>
                      <w:proofErr w:type="spellEnd"/>
                      <w:r w:rsidRPr="008C34CA">
                        <w:rPr>
                          <w:i/>
                          <w:sz w:val="24"/>
                        </w:rPr>
                        <w:t>. No</w:t>
                      </w:r>
                      <w:r w:rsidRPr="004B7927">
                        <w:rPr>
                          <w:i/>
                          <w:sz w:val="24"/>
                        </w:rPr>
                        <w:t>.</w:t>
                      </w:r>
                      <w:r w:rsidRPr="004B7927">
                        <w:rPr>
                          <w:sz w:val="24"/>
                        </w:rPr>
                        <w:t xml:space="preserve">: </w:t>
                      </w:r>
                      <w:r w:rsidR="00674175">
                        <w:rPr>
                          <w:sz w:val="24"/>
                        </w:rPr>
                        <w:t>CSU – 01528/2018 - 61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663825"/>
                <wp:effectExtent l="0" t="0" r="13970" b="317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663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4876" w:rsidRPr="008C5882" w:rsidRDefault="00284876" w:rsidP="00C8621D">
                            <w:pPr>
                              <w:pStyle w:val="Nzev"/>
                              <w:rPr>
                                <w:sz w:val="44"/>
                                <w:szCs w:val="44"/>
                              </w:rPr>
                            </w:pPr>
                            <w:r w:rsidRPr="008C5882">
                              <w:rPr>
                                <w:sz w:val="44"/>
                                <w:szCs w:val="44"/>
                              </w:rPr>
                              <w:t>ÚMRTNOSTNÍ TABULKY ZA ČR, REGIONY SOUDRŽNOSTI A KRAJE</w:t>
                            </w:r>
                          </w:p>
                          <w:p w:rsidR="00284876" w:rsidRPr="008C5882" w:rsidRDefault="00284876" w:rsidP="00C8621D">
                            <w:pPr>
                              <w:pStyle w:val="Nzev"/>
                              <w:rPr>
                                <w:i/>
                                <w:sz w:val="44"/>
                                <w:szCs w:val="44"/>
                              </w:rPr>
                            </w:pPr>
                            <w:r w:rsidRPr="008C5882">
                              <w:rPr>
                                <w:i/>
                                <w:sz w:val="44"/>
                                <w:szCs w:val="44"/>
                              </w:rPr>
                              <w:t>LIFE TABLES FOR THE CZECH REPUBLIC, COHESION REGIONS AND REGIONS</w:t>
                            </w:r>
                          </w:p>
                          <w:p w:rsidR="00284876" w:rsidRPr="009B04D0" w:rsidRDefault="00284876" w:rsidP="00C8621D">
                            <w:pPr>
                              <w:pStyle w:val="Podtitul"/>
                            </w:pPr>
                          </w:p>
                          <w:p w:rsidR="00284876" w:rsidRPr="009B04D0" w:rsidRDefault="00284876" w:rsidP="00C8621D">
                            <w:pPr>
                              <w:pStyle w:val="Podtitul"/>
                            </w:pPr>
                            <w:r>
                              <w:t>201</w:t>
                            </w:r>
                            <w:r w:rsidR="00C02B34">
                              <w:t>6</w:t>
                            </w:r>
                            <w:r>
                              <w:t xml:space="preserve"> – 201</w:t>
                            </w:r>
                            <w:r w:rsidR="00C02B34">
                              <w:t>7</w:t>
                            </w:r>
                            <w:r>
                              <w:t xml:space="preserve"> / </w:t>
                            </w:r>
                            <w:r>
                              <w:rPr>
                                <w:i/>
                              </w:rPr>
                              <w:t>201</w:t>
                            </w:r>
                            <w:r w:rsidR="00C02B34">
                              <w:rPr>
                                <w:i/>
                              </w:rPr>
                              <w:t>6</w:t>
                            </w:r>
                            <w:r>
                              <w:rPr>
                                <w:i/>
                              </w:rPr>
                              <w:t xml:space="preserve"> – 201</w:t>
                            </w:r>
                            <w:r w:rsidR="00C02B34">
                              <w:rPr>
                                <w:i/>
                              </w:rPr>
                              <w:t>7</w:t>
                            </w:r>
                          </w:p>
                          <w:p w:rsidR="00284876" w:rsidRPr="0012192F" w:rsidRDefault="00284876" w:rsidP="0012192F">
                            <w:pPr>
                              <w:pStyle w:val="Podtitul"/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4.65pt;margin-top:116.25pt;width:403.9pt;height:209.7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" filled="f" stroked="f">
                <v:textbox style="mso-fit-shape-to-text:t" inset="0,0,0,0">
                  <w:txbxContent>
                    <w:p w:rsidR="00284876" w:rsidRPr="008C5882" w:rsidRDefault="00284876" w:rsidP="00C8621D">
                      <w:pPr>
                        <w:pStyle w:val="Nzev"/>
                        <w:rPr>
                          <w:sz w:val="44"/>
                          <w:szCs w:val="44"/>
                        </w:rPr>
                      </w:pPr>
                      <w:r w:rsidRPr="008C5882">
                        <w:rPr>
                          <w:sz w:val="44"/>
                          <w:szCs w:val="44"/>
                        </w:rPr>
                        <w:t>ÚMRTNOSTNÍ TABULKY ZA ČR, REGIONY SOUDRŽNOSTI A KRAJE</w:t>
                      </w:r>
                    </w:p>
                    <w:p w:rsidR="00284876" w:rsidRPr="008C5882" w:rsidRDefault="00284876" w:rsidP="00C8621D">
                      <w:pPr>
                        <w:pStyle w:val="Nzev"/>
                        <w:rPr>
                          <w:i/>
                          <w:sz w:val="44"/>
                          <w:szCs w:val="44"/>
                        </w:rPr>
                      </w:pPr>
                      <w:r w:rsidRPr="008C5882">
                        <w:rPr>
                          <w:i/>
                          <w:sz w:val="44"/>
                          <w:szCs w:val="44"/>
                        </w:rPr>
                        <w:t>LIFE TABLES FOR THE CZECH REPUBLIC, COHESION REGIONS AND REGIONS</w:t>
                      </w:r>
                    </w:p>
                    <w:p w:rsidR="00284876" w:rsidRPr="009B04D0" w:rsidRDefault="00284876" w:rsidP="00C8621D">
                      <w:pPr>
                        <w:pStyle w:val="Podtitul"/>
                      </w:pPr>
                    </w:p>
                    <w:p w:rsidR="00284876" w:rsidRPr="009B04D0" w:rsidRDefault="00284876" w:rsidP="00C8621D">
                      <w:pPr>
                        <w:pStyle w:val="Podtitul"/>
                      </w:pPr>
                      <w:r>
                        <w:t>201</w:t>
                      </w:r>
                      <w:r w:rsidR="00C02B34">
                        <w:t>6</w:t>
                      </w:r>
                      <w:r>
                        <w:t xml:space="preserve"> – 201</w:t>
                      </w:r>
                      <w:r w:rsidR="00C02B34">
                        <w:t>7</w:t>
                      </w:r>
                      <w:r>
                        <w:t xml:space="preserve"> / </w:t>
                      </w:r>
                      <w:r>
                        <w:rPr>
                          <w:i/>
                        </w:rPr>
                        <w:t>201</w:t>
                      </w:r>
                      <w:r w:rsidR="00C02B34">
                        <w:rPr>
                          <w:i/>
                        </w:rPr>
                        <w:t>6</w:t>
                      </w:r>
                      <w:r>
                        <w:rPr>
                          <w:i/>
                        </w:rPr>
                        <w:t xml:space="preserve"> – 201</w:t>
                      </w:r>
                      <w:r w:rsidR="00C02B34">
                        <w:rPr>
                          <w:i/>
                        </w:rPr>
                        <w:t>7</w:t>
                      </w:r>
                    </w:p>
                    <w:p w:rsidR="00284876" w:rsidRPr="0012192F" w:rsidRDefault="00284876" w:rsidP="0012192F">
                      <w:pPr>
                        <w:pStyle w:val="Podtitul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635" r="0" b="63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4876" w:rsidRPr="00D66223" w:rsidRDefault="00284876" w:rsidP="00D66223">
                            <w:r w:rsidRPr="00D66223">
                              <w:t xml:space="preserve">© Český statistický úřad / </w:t>
                            </w:r>
                            <w:r w:rsidRPr="009D3ACD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D3ACD">
                              <w:rPr>
                                <w:i/>
                              </w:rPr>
                              <w:t>Statistical</w:t>
                            </w:r>
                            <w:proofErr w:type="spellEnd"/>
                            <w:r w:rsidRPr="009D3ACD">
                              <w:rPr>
                                <w:i/>
                              </w:rPr>
                              <w:t xml:space="preserve"> Office</w:t>
                            </w:r>
                            <w:r w:rsidRPr="00D66223">
                              <w:t xml:space="preserve">, </w:t>
                            </w:r>
                            <w:r>
                              <w:t>Praha</w:t>
                            </w:r>
                            <w:r w:rsidRPr="00D66223">
                              <w:t xml:space="preserve">, </w:t>
                            </w:r>
                            <w:r>
                              <w:t>201</w:t>
                            </w:r>
                            <w:r w:rsidR="00C02B34">
                              <w:t>8</w:t>
                            </w:r>
                          </w:p>
                          <w:p w:rsidR="00284876" w:rsidRPr="005251DD" w:rsidRDefault="00284876" w:rsidP="00665BA4"/>
                          <w:p w:rsidR="00284876" w:rsidRPr="005251DD" w:rsidRDefault="00284876" w:rsidP="00FC684B"/>
                          <w:p w:rsidR="00284876" w:rsidRDefault="00284876"/>
                          <w:p w:rsidR="00284876" w:rsidRPr="00097407" w:rsidRDefault="00284876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:rsidR="00284876" w:rsidRPr="005251DD" w:rsidRDefault="00284876" w:rsidP="00665BA4"/>
                          <w:p w:rsidR="00284876" w:rsidRPr="005251DD" w:rsidRDefault="00284876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134.65pt;margin-top:759.8pt;width:403.95pt;height:14.1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" filled="f" stroked="f">
                <v:textbox inset="0,0,0,0">
                  <w:txbxContent>
                    <w:p w:rsidR="00284876" w:rsidRPr="00D66223" w:rsidRDefault="00284876" w:rsidP="00D66223">
                      <w:r w:rsidRPr="00D66223">
                        <w:t xml:space="preserve">© Český statistický úřad / </w:t>
                      </w:r>
                      <w:r w:rsidRPr="009D3ACD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D3ACD">
                        <w:rPr>
                          <w:i/>
                        </w:rPr>
                        <w:t>Statistical</w:t>
                      </w:r>
                      <w:proofErr w:type="spellEnd"/>
                      <w:r w:rsidRPr="009D3ACD">
                        <w:rPr>
                          <w:i/>
                        </w:rPr>
                        <w:t xml:space="preserve"> Office</w:t>
                      </w:r>
                      <w:r w:rsidRPr="00D66223">
                        <w:t xml:space="preserve">, </w:t>
                      </w:r>
                      <w:r>
                        <w:t>Praha</w:t>
                      </w:r>
                      <w:r w:rsidRPr="00D66223">
                        <w:t xml:space="preserve">, </w:t>
                      </w:r>
                      <w:r>
                        <w:t>201</w:t>
                      </w:r>
                      <w:r w:rsidR="00C02B34">
                        <w:t>8</w:t>
                      </w:r>
                      <w:bookmarkStart w:id="1" w:name="_GoBack"/>
                      <w:bookmarkEnd w:id="1"/>
                    </w:p>
                    <w:p w:rsidR="00284876" w:rsidRPr="005251DD" w:rsidRDefault="00284876" w:rsidP="00665BA4"/>
                    <w:p w:rsidR="00284876" w:rsidRPr="005251DD" w:rsidRDefault="00284876" w:rsidP="00FC684B"/>
                    <w:p w:rsidR="00284876" w:rsidRDefault="00284876"/>
                    <w:p w:rsidR="00284876" w:rsidRPr="00097407" w:rsidRDefault="00284876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:rsidR="00284876" w:rsidRPr="005251DD" w:rsidRDefault="00284876" w:rsidP="00665BA4"/>
                    <w:p w:rsidR="00284876" w:rsidRPr="005251DD" w:rsidRDefault="00284876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5168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13335" b="1905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33" o:spid="_x0000_s1026" style="position:absolute;z-index:251655168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</w:p>
    <w:sectPr w:rsidR="00270A33" w:rsidRPr="00270A33" w:rsidSect="009F5798">
      <w:headerReference w:type="even" r:id="rId9"/>
      <w:footerReference w:type="even" r:id="rId10"/>
      <w:footerReference w:type="default" r:id="rId11"/>
      <w:pgSz w:w="11906" w:h="16838" w:code="9"/>
      <w:pgMar w:top="1134" w:right="1134" w:bottom="1418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5A2" w:rsidRDefault="009045A2" w:rsidP="00E71A58">
      <w:r>
        <w:separator/>
      </w:r>
    </w:p>
  </w:endnote>
  <w:endnote w:type="continuationSeparator" w:id="0">
    <w:p w:rsidR="009045A2" w:rsidRDefault="009045A2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876" w:rsidRPr="00F1639F" w:rsidRDefault="00B767C9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6985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fldChar w:fldCharType="begin"/>
    </w:r>
    <w:r w:rsidR="00284876" w:rsidRPr="00F1639F">
      <w:rPr>
        <w:szCs w:val="16"/>
      </w:rPr>
      <w:instrText>PAGE   \* MERGEFORMAT</w:instrText>
    </w:r>
    <w:r w:rsidR="00284876" w:rsidRPr="00F1639F">
      <w:rPr>
        <w:szCs w:val="16"/>
      </w:rPr>
      <w:fldChar w:fldCharType="separate"/>
    </w:r>
    <w:r w:rsidR="009F5798">
      <w:rPr>
        <w:szCs w:val="16"/>
      </w:rPr>
      <w:t>2</w:t>
    </w:r>
    <w:r w:rsidR="00284876" w:rsidRPr="00F1639F">
      <w:rPr>
        <w:szCs w:val="16"/>
      </w:rPr>
      <w:fldChar w:fldCharType="end"/>
    </w:r>
    <w:r w:rsidR="00284876" w:rsidRPr="00F1639F">
      <w:rPr>
        <w:szCs w:val="16"/>
      </w:rPr>
      <w:tab/>
    </w:r>
    <w:r w:rsidR="00284876">
      <w:rPr>
        <w:rStyle w:val="ZpatChar"/>
        <w:szCs w:val="16"/>
      </w:rPr>
      <w:t>2014-2015</w:t>
    </w:r>
    <w:r w:rsidR="00284876" w:rsidRPr="00F1639F">
      <w:rPr>
        <w:rStyle w:val="ZpatChar"/>
        <w:szCs w:val="16"/>
      </w:rPr>
      <w:t xml:space="preserve"> / </w:t>
    </w:r>
    <w:r w:rsidR="00284876">
      <w:rPr>
        <w:rStyle w:val="ZpatChar"/>
        <w:i/>
        <w:szCs w:val="16"/>
      </w:rPr>
      <w:t>2014-2015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876" w:rsidRPr="00F1639F" w:rsidRDefault="00284876" w:rsidP="00A418BC">
    <w:pPr>
      <w:pStyle w:val="Zpat"/>
      <w:rPr>
        <w:szCs w:val="16"/>
      </w:rPr>
    </w:pPr>
    <w:r w:rsidRPr="00F1639F">
      <w:rPr>
        <w:szCs w:val="16"/>
      </w:rPr>
      <w:tab/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5A2" w:rsidRDefault="009045A2" w:rsidP="00E71A58">
      <w:r>
        <w:separator/>
      </w:r>
    </w:p>
  </w:footnote>
  <w:footnote w:type="continuationSeparator" w:id="0">
    <w:p w:rsidR="009045A2" w:rsidRDefault="009045A2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876" w:rsidRPr="00937AE2" w:rsidRDefault="00284876" w:rsidP="001E7E48">
    <w:pPr>
      <w:pStyle w:val="Zhlav"/>
    </w:pPr>
    <w:r>
      <w:t>Úmrtnostní tabulky za ČR, regiony soudržnosti a kraje</w:t>
    </w:r>
  </w:p>
  <w:p w:rsidR="00284876" w:rsidRPr="001E7E48" w:rsidRDefault="00284876" w:rsidP="001E7E48">
    <w:pPr>
      <w:pStyle w:val="Zhlav"/>
      <w:rPr>
        <w:i/>
      </w:rPr>
    </w:pPr>
    <w:proofErr w:type="spellStart"/>
    <w:r>
      <w:rPr>
        <w:i/>
      </w:rPr>
      <w:t>Life</w:t>
    </w:r>
    <w:proofErr w:type="spellEnd"/>
    <w:r>
      <w:rPr>
        <w:i/>
      </w:rPr>
      <w:t xml:space="preserve"> </w:t>
    </w:r>
    <w:proofErr w:type="spellStart"/>
    <w:r>
      <w:rPr>
        <w:i/>
      </w:rPr>
      <w:t>Tables</w:t>
    </w:r>
    <w:proofErr w:type="spellEnd"/>
    <w:r>
      <w:rPr>
        <w:i/>
      </w:rPr>
      <w:t xml:space="preserve"> </w:t>
    </w:r>
    <w:proofErr w:type="spellStart"/>
    <w:r>
      <w:rPr>
        <w:i/>
      </w:rPr>
      <w:t>for</w:t>
    </w:r>
    <w:proofErr w:type="spellEnd"/>
    <w:r>
      <w:rPr>
        <w:i/>
      </w:rPr>
      <w:t xml:space="preserve"> </w:t>
    </w:r>
    <w:proofErr w:type="spellStart"/>
    <w:r>
      <w:rPr>
        <w:i/>
      </w:rPr>
      <w:t>the</w:t>
    </w:r>
    <w:proofErr w:type="spellEnd"/>
    <w:r>
      <w:rPr>
        <w:i/>
      </w:rPr>
      <w:t xml:space="preserve"> Czech Republic, </w:t>
    </w:r>
    <w:proofErr w:type="spellStart"/>
    <w:r>
      <w:rPr>
        <w:i/>
      </w:rPr>
      <w:t>Cohesion</w:t>
    </w:r>
    <w:proofErr w:type="spellEnd"/>
    <w:r>
      <w:rPr>
        <w:i/>
      </w:rPr>
      <w:t xml:space="preserve"> </w:t>
    </w:r>
    <w:proofErr w:type="spellStart"/>
    <w:r>
      <w:rPr>
        <w:i/>
      </w:rPr>
      <w:t>Regions</w:t>
    </w:r>
    <w:proofErr w:type="spellEnd"/>
    <w:r>
      <w:rPr>
        <w:i/>
      </w:rPr>
      <w:t xml:space="preserve"> and </w:t>
    </w:r>
    <w:proofErr w:type="spellStart"/>
    <w:r>
      <w:rPr>
        <w:i/>
      </w:rPr>
      <w:t>Regions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2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1230231"/>
    <w:multiLevelType w:val="hybridMultilevel"/>
    <w:tmpl w:val="6C1A9F32"/>
    <w:lvl w:ilvl="0" w:tplc="E8688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07274E"/>
    <w:multiLevelType w:val="hybridMultilevel"/>
    <w:tmpl w:val="3E5E1636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C45199"/>
    <w:multiLevelType w:val="hybridMultilevel"/>
    <w:tmpl w:val="30C8C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F10E85"/>
    <w:multiLevelType w:val="hybridMultilevel"/>
    <w:tmpl w:val="599AF972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B443D1"/>
    <w:multiLevelType w:val="hybridMultilevel"/>
    <w:tmpl w:val="F74A8F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01BFA"/>
    <w:multiLevelType w:val="hybridMultilevel"/>
    <w:tmpl w:val="FDB0F6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F4D1B9B"/>
    <w:multiLevelType w:val="hybridMultilevel"/>
    <w:tmpl w:val="82BE2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CC7463"/>
    <w:multiLevelType w:val="hybridMultilevel"/>
    <w:tmpl w:val="82CEAB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7"/>
  </w:num>
  <w:num w:numId="14">
    <w:abstractNumId w:val="13"/>
  </w:num>
  <w:num w:numId="15">
    <w:abstractNumId w:val="19"/>
  </w:num>
  <w:num w:numId="16">
    <w:abstractNumId w:val="15"/>
  </w:num>
  <w:num w:numId="17">
    <w:abstractNumId w:val="20"/>
  </w:num>
  <w:num w:numId="18">
    <w:abstractNumId w:val="18"/>
  </w:num>
  <w:num w:numId="19">
    <w:abstractNumId w:val="12"/>
  </w:num>
  <w:num w:numId="20">
    <w:abstractNumId w:val="14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21D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A7ED2"/>
    <w:rsid w:val="000C3408"/>
    <w:rsid w:val="000C6AFD"/>
    <w:rsid w:val="000D5637"/>
    <w:rsid w:val="000E6FBD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68B2"/>
    <w:rsid w:val="001E7E48"/>
    <w:rsid w:val="001F4597"/>
    <w:rsid w:val="002118B9"/>
    <w:rsid w:val="00213C0A"/>
    <w:rsid w:val="00217C5B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0A33"/>
    <w:rsid w:val="00271465"/>
    <w:rsid w:val="00284876"/>
    <w:rsid w:val="00285412"/>
    <w:rsid w:val="002A16D4"/>
    <w:rsid w:val="002A230C"/>
    <w:rsid w:val="002C43BD"/>
    <w:rsid w:val="002D0E59"/>
    <w:rsid w:val="002E02A1"/>
    <w:rsid w:val="002E4E4C"/>
    <w:rsid w:val="002E57D3"/>
    <w:rsid w:val="002E6C66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818DC"/>
    <w:rsid w:val="00385D98"/>
    <w:rsid w:val="003A2B4D"/>
    <w:rsid w:val="003A478C"/>
    <w:rsid w:val="003A5525"/>
    <w:rsid w:val="003A6B38"/>
    <w:rsid w:val="003B5A32"/>
    <w:rsid w:val="003C3490"/>
    <w:rsid w:val="003D01C7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51302"/>
    <w:rsid w:val="00476240"/>
    <w:rsid w:val="00476439"/>
    <w:rsid w:val="0047735C"/>
    <w:rsid w:val="004776BC"/>
    <w:rsid w:val="0048139F"/>
    <w:rsid w:val="00481E40"/>
    <w:rsid w:val="00484ECE"/>
    <w:rsid w:val="004915CB"/>
    <w:rsid w:val="004A1719"/>
    <w:rsid w:val="004A3212"/>
    <w:rsid w:val="004A61C5"/>
    <w:rsid w:val="004A77DF"/>
    <w:rsid w:val="004B1417"/>
    <w:rsid w:val="004B55B7"/>
    <w:rsid w:val="004B6468"/>
    <w:rsid w:val="004B7927"/>
    <w:rsid w:val="004C384C"/>
    <w:rsid w:val="004C3867"/>
    <w:rsid w:val="004C4CD0"/>
    <w:rsid w:val="004C70DC"/>
    <w:rsid w:val="004D0211"/>
    <w:rsid w:val="004D0794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35B2"/>
    <w:rsid w:val="006451E4"/>
    <w:rsid w:val="00645B33"/>
    <w:rsid w:val="006516CB"/>
    <w:rsid w:val="00657E87"/>
    <w:rsid w:val="00664803"/>
    <w:rsid w:val="00665BA4"/>
    <w:rsid w:val="00667AF2"/>
    <w:rsid w:val="006710C9"/>
    <w:rsid w:val="00674175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4A5B"/>
    <w:rsid w:val="00706AD4"/>
    <w:rsid w:val="007140BE"/>
    <w:rsid w:val="007211F5"/>
    <w:rsid w:val="00725BB5"/>
    <w:rsid w:val="00730AE8"/>
    <w:rsid w:val="0073775E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D40DF"/>
    <w:rsid w:val="007E7E61"/>
    <w:rsid w:val="007F0845"/>
    <w:rsid w:val="00807C82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3D89"/>
    <w:rsid w:val="00893E85"/>
    <w:rsid w:val="00894031"/>
    <w:rsid w:val="0089438B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04A9"/>
    <w:rsid w:val="008F3FC9"/>
    <w:rsid w:val="008F585B"/>
    <w:rsid w:val="009003A8"/>
    <w:rsid w:val="00902500"/>
    <w:rsid w:val="00902EFF"/>
    <w:rsid w:val="009045A2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62B9D"/>
    <w:rsid w:val="00974923"/>
    <w:rsid w:val="00980D3D"/>
    <w:rsid w:val="009863F7"/>
    <w:rsid w:val="00992CF3"/>
    <w:rsid w:val="009948C0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4CA7"/>
    <w:rsid w:val="009F5798"/>
    <w:rsid w:val="00A02D97"/>
    <w:rsid w:val="00A10D66"/>
    <w:rsid w:val="00A14114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C1083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7C9"/>
    <w:rsid w:val="00B76D1E"/>
    <w:rsid w:val="00B80EC6"/>
    <w:rsid w:val="00B85736"/>
    <w:rsid w:val="00B92D1D"/>
    <w:rsid w:val="00B938C5"/>
    <w:rsid w:val="00B95940"/>
    <w:rsid w:val="00BB46F3"/>
    <w:rsid w:val="00BB4CB1"/>
    <w:rsid w:val="00BB4F98"/>
    <w:rsid w:val="00BC4555"/>
    <w:rsid w:val="00BC7154"/>
    <w:rsid w:val="00BD366B"/>
    <w:rsid w:val="00BD6D50"/>
    <w:rsid w:val="00BE18B9"/>
    <w:rsid w:val="00BE2495"/>
    <w:rsid w:val="00BE3108"/>
    <w:rsid w:val="00BF1578"/>
    <w:rsid w:val="00C02B34"/>
    <w:rsid w:val="00C21F94"/>
    <w:rsid w:val="00C27913"/>
    <w:rsid w:val="00C33B68"/>
    <w:rsid w:val="00C36A79"/>
    <w:rsid w:val="00C405D4"/>
    <w:rsid w:val="00C446ED"/>
    <w:rsid w:val="00C4513B"/>
    <w:rsid w:val="00C54697"/>
    <w:rsid w:val="00C73885"/>
    <w:rsid w:val="00C747B1"/>
    <w:rsid w:val="00C82191"/>
    <w:rsid w:val="00C8621D"/>
    <w:rsid w:val="00C90CF4"/>
    <w:rsid w:val="00C92EB6"/>
    <w:rsid w:val="00C93389"/>
    <w:rsid w:val="00CB2C9B"/>
    <w:rsid w:val="00CB4930"/>
    <w:rsid w:val="00CC2E7D"/>
    <w:rsid w:val="00CD10A5"/>
    <w:rsid w:val="00CD2076"/>
    <w:rsid w:val="00CE670B"/>
    <w:rsid w:val="00CF3F68"/>
    <w:rsid w:val="00CF51EC"/>
    <w:rsid w:val="00CF73AE"/>
    <w:rsid w:val="00CF7FF0"/>
    <w:rsid w:val="00D040DD"/>
    <w:rsid w:val="00D13986"/>
    <w:rsid w:val="00D25F28"/>
    <w:rsid w:val="00D27973"/>
    <w:rsid w:val="00D50F46"/>
    <w:rsid w:val="00D66223"/>
    <w:rsid w:val="00D8084C"/>
    <w:rsid w:val="00DA7C0C"/>
    <w:rsid w:val="00DB2EC8"/>
    <w:rsid w:val="00DB5695"/>
    <w:rsid w:val="00DC5B3B"/>
    <w:rsid w:val="00DD129F"/>
    <w:rsid w:val="00DD1FAB"/>
    <w:rsid w:val="00DD685B"/>
    <w:rsid w:val="00DF42FF"/>
    <w:rsid w:val="00E01C0E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96E34"/>
    <w:rsid w:val="00EA0C68"/>
    <w:rsid w:val="00EC03D7"/>
    <w:rsid w:val="00ED62C6"/>
    <w:rsid w:val="00ED64C1"/>
    <w:rsid w:val="00ED675E"/>
    <w:rsid w:val="00ED7B93"/>
    <w:rsid w:val="00EE3446"/>
    <w:rsid w:val="00EE3E78"/>
    <w:rsid w:val="00EE4B1B"/>
    <w:rsid w:val="00EF150D"/>
    <w:rsid w:val="00EF1F5A"/>
    <w:rsid w:val="00F04811"/>
    <w:rsid w:val="00F0488C"/>
    <w:rsid w:val="00F0585C"/>
    <w:rsid w:val="00F11F46"/>
    <w:rsid w:val="00F15AAA"/>
    <w:rsid w:val="00F15BEF"/>
    <w:rsid w:val="00F1639F"/>
    <w:rsid w:val="00F24407"/>
    <w:rsid w:val="00F24D23"/>
    <w:rsid w:val="00F24FAA"/>
    <w:rsid w:val="00F3364D"/>
    <w:rsid w:val="00F42A72"/>
    <w:rsid w:val="00F437CC"/>
    <w:rsid w:val="00F47067"/>
    <w:rsid w:val="00F510D8"/>
    <w:rsid w:val="00F525EB"/>
    <w:rsid w:val="00F63DDE"/>
    <w:rsid w:val="00F63FB7"/>
    <w:rsid w:val="00F649D2"/>
    <w:rsid w:val="00F6602B"/>
    <w:rsid w:val="00F66749"/>
    <w:rsid w:val="00F73A0C"/>
    <w:rsid w:val="00F756DB"/>
    <w:rsid w:val="00F82A23"/>
    <w:rsid w:val="00F85066"/>
    <w:rsid w:val="00F86D23"/>
    <w:rsid w:val="00FA03C7"/>
    <w:rsid w:val="00FA262A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4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4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M&#237;&#353;a\vnit&#345;n&#237;_p&#345;edpisy\&#353;ablony%202016\publikace%20&#269;ernob&#237;l&#225;%20dvoujazy&#269;n&#225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067DC-AEEF-4C29-8412-5A83FD084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dvoujazyčná.dot</Template>
  <TotalTime>5</TotalTime>
  <Pages>1</Pages>
  <Words>1</Words>
  <Characters>6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ČSÚ</dc:creator>
  <cp:lastModifiedBy>MN</cp:lastModifiedBy>
  <cp:revision>4</cp:revision>
  <cp:lastPrinted>2014-07-17T14:07:00Z</cp:lastPrinted>
  <dcterms:created xsi:type="dcterms:W3CDTF">2018-05-14T10:33:00Z</dcterms:created>
  <dcterms:modified xsi:type="dcterms:W3CDTF">2018-05-16T11:25:00Z</dcterms:modified>
</cp:coreProperties>
</file>